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EC" w:rsidRPr="00542860" w:rsidRDefault="008377EC" w:rsidP="00596281">
      <w:pPr>
        <w:tabs>
          <w:tab w:val="left" w:pos="-567"/>
        </w:tabs>
        <w:ind w:left="-567"/>
        <w:jc w:val="center"/>
      </w:pPr>
      <w:bookmarkStart w:id="0" w:name="_GoBack"/>
      <w:bookmarkEnd w:id="0"/>
    </w:p>
    <w:sectPr w:rsidR="008377EC" w:rsidRPr="00542860" w:rsidSect="009959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417" w:right="964" w:bottom="1276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7FF" w:rsidRDefault="000C57FF" w:rsidP="004E46E1">
      <w:r>
        <w:separator/>
      </w:r>
    </w:p>
    <w:p w:rsidR="000C57FF" w:rsidRDefault="000C57FF" w:rsidP="004E46E1"/>
  </w:endnote>
  <w:endnote w:type="continuationSeparator" w:id="0">
    <w:p w:rsidR="000C57FF" w:rsidRDefault="000C57FF" w:rsidP="004E46E1">
      <w:r>
        <w:continuationSeparator/>
      </w:r>
    </w:p>
    <w:p w:rsidR="000C57FF" w:rsidRDefault="000C57FF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7FF" w:rsidRDefault="000C57FF" w:rsidP="004E46E1">
      <w:r>
        <w:separator/>
      </w:r>
    </w:p>
    <w:p w:rsidR="000C57FF" w:rsidRDefault="000C57FF" w:rsidP="004E46E1"/>
  </w:footnote>
  <w:footnote w:type="continuationSeparator" w:id="0">
    <w:p w:rsidR="000C57FF" w:rsidRDefault="000C57FF" w:rsidP="004E46E1">
      <w:r>
        <w:continuationSeparator/>
      </w:r>
    </w:p>
    <w:p w:rsidR="000C57FF" w:rsidRDefault="000C57FF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5B4" w:rsidRDefault="009732B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36362" o:spid="_x0000_s2051" type="#_x0000_t136" style="position:absolute;left:0;text-align:left;margin-left:0;margin-top:0;width:608.85pt;height:40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&amp;ID индивидуално за всеки СП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9732BE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36363" o:spid="_x0000_s2052" type="#_x0000_t136" style="position:absolute;left:0;text-align:left;margin-left:0;margin-top:0;width:608.85pt;height:40.5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1pt" string="P&amp;ID индивидуално за всеки СПН"/>
                <w10:wrap anchorx="margin" anchory="margin"/>
              </v:shape>
            </w:pict>
          </w: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A6807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0"/>
              <w:szCs w:val="20"/>
              <w:lang w:val="pt-PT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bg-BG" w:eastAsia="en-US"/>
            </w:rPr>
            <w:t xml:space="preserve">Документ №: </w:t>
          </w:r>
          <w:r w:rsidR="00324A1D" w:rsidRPr="006A0B0E">
            <w:rPr>
              <w:rFonts w:ascii="Times New Roman" w:hAnsi="Times New Roman" w:cs="Times New Roman"/>
              <w:b/>
              <w:lang w:val="pt-PT"/>
            </w:rPr>
            <w:t>ME1-</w:t>
          </w:r>
          <w:r w:rsidR="00324A1D" w:rsidRPr="006A0B0E">
            <w:rPr>
              <w:rFonts w:ascii="Times New Roman" w:hAnsi="Times New Roman" w:cs="Times New Roman"/>
              <w:b/>
            </w:rPr>
            <w:t>MP-ALL-MI-0005</w:t>
          </w:r>
          <w:r w:rsidR="00324A1D">
            <w:rPr>
              <w:rFonts w:ascii="Times New Roman" w:hAnsi="Times New Roman" w:cs="Times New Roman"/>
              <w:b/>
              <w:lang w:val="bg-BG"/>
            </w:rPr>
            <w:t>-А1</w:t>
          </w:r>
        </w:p>
        <w:p w:rsidR="00BA6807" w:rsidRDefault="00676741" w:rsidP="00BA6807">
          <w:pPr>
            <w:ind w:left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sz w:val="24"/>
              <w:szCs w:val="24"/>
              <w:lang w:val="bg-BG"/>
            </w:rPr>
            <w:t>И</w:t>
          </w:r>
          <w:r w:rsidR="00960EFA" w:rsidRPr="0077189A">
            <w:rPr>
              <w:rFonts w:ascii="Times New Roman" w:hAnsi="Times New Roman" w:cs="Times New Roman"/>
              <w:sz w:val="24"/>
              <w:szCs w:val="24"/>
              <w:lang w:val="bg-BG"/>
            </w:rPr>
            <w:t xml:space="preserve">звършване на хидростатични изпитания на </w:t>
          </w:r>
          <w:r w:rsidR="00960EFA">
            <w:rPr>
              <w:rFonts w:ascii="Times New Roman" w:hAnsi="Times New Roman" w:cs="Times New Roman"/>
              <w:sz w:val="24"/>
              <w:szCs w:val="24"/>
              <w:lang w:val="bg-BG"/>
            </w:rPr>
            <w:t>съоръжения под налягане (С</w:t>
          </w:r>
          <w:r>
            <w:rPr>
              <w:rFonts w:ascii="Times New Roman" w:hAnsi="Times New Roman" w:cs="Times New Roman"/>
              <w:sz w:val="24"/>
              <w:szCs w:val="24"/>
              <w:lang w:val="bg-BG"/>
            </w:rPr>
            <w:t>П</w:t>
          </w:r>
          <w:r w:rsidR="00960EFA">
            <w:rPr>
              <w:rFonts w:ascii="Times New Roman" w:hAnsi="Times New Roman" w:cs="Times New Roman"/>
              <w:sz w:val="24"/>
              <w:szCs w:val="24"/>
              <w:lang w:val="bg-BG"/>
            </w:rPr>
            <w:t>Н)</w:t>
          </w:r>
        </w:p>
        <w:p w:rsidR="00FC0654" w:rsidRPr="00324A1D" w:rsidRDefault="00324A1D" w:rsidP="00676741">
          <w:pPr>
            <w:ind w:left="0"/>
            <w:jc w:val="center"/>
            <w:rPr>
              <w:sz w:val="24"/>
              <w:szCs w:val="24"/>
              <w:lang w:val="bg-BG"/>
            </w:rPr>
          </w:pPr>
          <w:r w:rsidRPr="00324A1D">
            <w:rPr>
              <w:rFonts w:ascii="Times New Roman" w:hAnsi="Times New Roman" w:cs="Times New Roman"/>
              <w:sz w:val="24"/>
              <w:szCs w:val="24"/>
              <w:lang w:val="bg-BG"/>
            </w:rPr>
            <w:t xml:space="preserve">Маркирана </w:t>
          </w:r>
          <w:r w:rsidRPr="00324A1D">
            <w:rPr>
              <w:rFonts w:ascii="Times New Roman" w:hAnsi="Times New Roman" w:cs="Times New Roman"/>
              <w:sz w:val="24"/>
              <w:szCs w:val="24"/>
            </w:rPr>
            <w:t xml:space="preserve">P&amp;ID </w:t>
          </w:r>
          <w:r w:rsidRPr="00324A1D">
            <w:rPr>
              <w:rFonts w:ascii="Times New Roman" w:hAnsi="Times New Roman" w:cs="Times New Roman"/>
              <w:sz w:val="24"/>
              <w:szCs w:val="24"/>
              <w:lang w:val="bg-BG"/>
            </w:rPr>
            <w:t>диаграма</w:t>
          </w:r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324A1D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324A1D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="00324A1D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</w:p>
        <w:p w:rsidR="00085389" w:rsidRPr="00960EF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9732BE">
            <w:rPr>
              <w:rStyle w:val="PageNumber"/>
              <w:rFonts w:ascii="Times New Roman" w:hAnsi="Times New Roman" w:cs="Times New Roman"/>
              <w:sz w:val="20"/>
              <w:szCs w:val="20"/>
            </w:rPr>
            <w:t>05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="009732BE">
            <w:rPr>
              <w:rStyle w:val="PageNumber"/>
              <w:rFonts w:ascii="Times New Roman" w:hAnsi="Times New Roman" w:cs="Times New Roman"/>
              <w:sz w:val="20"/>
              <w:szCs w:val="20"/>
            </w:rPr>
            <w:t>10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5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5B4" w:rsidRDefault="009732B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36361" o:spid="_x0000_s2050" type="#_x0000_t136" style="position:absolute;left:0;text-align:left;margin-left:0;margin-top:0;width:608.85pt;height:40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&amp;ID индивидуално за всеки СПН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4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7FF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A751E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43C7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2C2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A1D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EEC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5EBA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60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673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281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760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6741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828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C77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0F76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2462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41C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1ACB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147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32BE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59C2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4F2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5B4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961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B743F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423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47F4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8B31C-DFEA-444C-83E4-F2FB9F28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4</cp:revision>
  <cp:lastPrinted>2015-10-07T06:43:00Z</cp:lastPrinted>
  <dcterms:created xsi:type="dcterms:W3CDTF">2015-10-05T07:24:00Z</dcterms:created>
  <dcterms:modified xsi:type="dcterms:W3CDTF">2015-11-23T06:35:00Z</dcterms:modified>
</cp:coreProperties>
</file>