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7EC" w:rsidRPr="002422FB" w:rsidRDefault="002422FB" w:rsidP="002422FB">
      <w:pPr>
        <w:tabs>
          <w:tab w:val="left" w:pos="284"/>
        </w:tabs>
        <w:ind w:left="-567"/>
        <w:jc w:val="center"/>
        <w:rPr>
          <w:lang w:val="bg-BG"/>
        </w:rPr>
      </w:pPr>
      <w:bookmarkStart w:id="0" w:name="_GoBack"/>
      <w:r>
        <w:rPr>
          <w:noProof/>
          <w:lang w:val="bg-BG" w:eastAsia="bg-BG"/>
        </w:rPr>
        <w:drawing>
          <wp:inline distT="0" distB="0" distL="0" distR="0">
            <wp:extent cx="9667875" cy="5362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4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0473" cy="5364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377EC" w:rsidRPr="002422FB" w:rsidSect="009959C2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6840" w:h="11907" w:orient="landscape" w:code="9"/>
      <w:pgMar w:top="1417" w:right="964" w:bottom="1276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746" w:rsidRDefault="00B31746" w:rsidP="004E46E1">
      <w:r>
        <w:separator/>
      </w:r>
    </w:p>
    <w:p w:rsidR="00B31746" w:rsidRDefault="00B31746" w:rsidP="004E46E1"/>
  </w:endnote>
  <w:endnote w:type="continuationSeparator" w:id="0">
    <w:p w:rsidR="00B31746" w:rsidRDefault="00B31746" w:rsidP="004E46E1">
      <w:r>
        <w:continuationSeparator/>
      </w:r>
    </w:p>
    <w:p w:rsidR="00B31746" w:rsidRDefault="00B31746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DE09AC" w:rsidRDefault="00085389" w:rsidP="0075194D">
    <w:pPr>
      <w:pStyle w:val="Footer"/>
      <w:tabs>
        <w:tab w:val="clear" w:pos="8640"/>
        <w:tab w:val="clear" w:pos="9000"/>
        <w:tab w:val="right" w:pos="9214"/>
      </w:tabs>
      <w:ind w:left="-142" w:right="-283"/>
      <w:jc w:val="center"/>
      <w:rPr>
        <w:rStyle w:val="Emphasis"/>
        <w:i w:val="0"/>
        <w:iCs w:val="0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MS</w:t>
    </w:r>
    <w:r w:rsidRPr="00DE09AC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Share</w:t>
    </w:r>
    <w:r w:rsidRPr="00DE09AC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Point</w:t>
    </w:r>
    <w:r w:rsidRPr="00DE09AC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MS</w:t>
    </w:r>
    <w:r w:rsidRPr="00DE09AC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Share</w:t>
    </w:r>
    <w:r w:rsidRPr="00DE09AC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Point</w:t>
    </w:r>
    <w:r w:rsidRPr="00DE09AC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746" w:rsidRDefault="00B31746" w:rsidP="004E46E1">
      <w:r>
        <w:separator/>
      </w:r>
    </w:p>
    <w:p w:rsidR="00B31746" w:rsidRDefault="00B31746" w:rsidP="004E46E1"/>
  </w:footnote>
  <w:footnote w:type="continuationSeparator" w:id="0">
    <w:p w:rsidR="00B31746" w:rsidRDefault="00B31746" w:rsidP="004E46E1">
      <w:r>
        <w:continuationSeparator/>
      </w:r>
    </w:p>
    <w:p w:rsidR="00B31746" w:rsidRDefault="00B31746" w:rsidP="004E4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654" w:rsidRPr="00DB217D" w:rsidRDefault="00DE09AC" w:rsidP="00DE09AC">
    <w:pPr>
      <w:pStyle w:val="Header"/>
      <w:jc w:val="center"/>
      <w:rPr>
        <w:lang w:val="bg-BG"/>
      </w:rPr>
    </w:pPr>
    <w:r>
      <w:rPr>
        <w:rFonts w:ascii="Times New Roman" w:hAnsi="Times New Roman" w:cs="Times New Roman"/>
        <w:b/>
        <w:lang w:val="pt-PT"/>
      </w:rPr>
      <w:tab/>
    </w:r>
    <w:r>
      <w:rPr>
        <w:rFonts w:ascii="Times New Roman" w:hAnsi="Times New Roman" w:cs="Times New Roman"/>
        <w:b/>
        <w:lang w:val="pt-PT"/>
      </w:rPr>
      <w:tab/>
    </w:r>
    <w:r w:rsidR="008045B6" w:rsidRPr="00D77CD9">
      <w:rPr>
        <w:rFonts w:ascii="Times New Roman" w:hAnsi="Times New Roman" w:cs="Times New Roman"/>
        <w:b/>
        <w:lang w:val="pt-PT"/>
      </w:rPr>
      <w:t>ME1-</w:t>
    </w:r>
    <w:r w:rsidR="00E800AB">
      <w:rPr>
        <w:rFonts w:ascii="Times New Roman" w:hAnsi="Times New Roman" w:cs="Times New Roman"/>
        <w:b/>
      </w:rPr>
      <w:t>MP-ALL-MI-0006</w:t>
    </w:r>
    <w:r w:rsidR="008045B6" w:rsidRPr="00D77CD9">
      <w:rPr>
        <w:rFonts w:ascii="Times New Roman" w:hAnsi="Times New Roman" w:cs="Times New Roman"/>
        <w:b/>
        <w:lang w:val="bg-BG"/>
      </w:rPr>
      <w:t>-Т</w:t>
    </w:r>
    <w:r w:rsidR="008045B6">
      <w:rPr>
        <w:rFonts w:ascii="Times New Roman" w:hAnsi="Times New Roman" w:cs="Times New Roman"/>
        <w:b/>
        <w:lang w:val="bg-BG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 w15:restartNumberingAfterBreak="0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 w15:restartNumberingAfterBreak="0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 w15:restartNumberingAfterBreak="0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 w15:restartNumberingAfterBreak="0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 w15:restartNumberingAfterBreak="0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 w15:restartNumberingAfterBreak="0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 w15:restartNumberingAfterBreak="0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6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70795"/>
    <w:rsid w:val="000707EF"/>
    <w:rsid w:val="00070E41"/>
    <w:rsid w:val="00071179"/>
    <w:rsid w:val="00071266"/>
    <w:rsid w:val="00071C04"/>
    <w:rsid w:val="000749F3"/>
    <w:rsid w:val="00074E9A"/>
    <w:rsid w:val="000760A6"/>
    <w:rsid w:val="0007660C"/>
    <w:rsid w:val="00076B9C"/>
    <w:rsid w:val="00077141"/>
    <w:rsid w:val="00080B17"/>
    <w:rsid w:val="00080BFB"/>
    <w:rsid w:val="000827B0"/>
    <w:rsid w:val="000829C7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5E83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07B8D"/>
    <w:rsid w:val="00111983"/>
    <w:rsid w:val="00112367"/>
    <w:rsid w:val="00113320"/>
    <w:rsid w:val="001133C5"/>
    <w:rsid w:val="0011392A"/>
    <w:rsid w:val="0011461E"/>
    <w:rsid w:val="001158F6"/>
    <w:rsid w:val="00115DCB"/>
    <w:rsid w:val="00116533"/>
    <w:rsid w:val="001202B5"/>
    <w:rsid w:val="00120457"/>
    <w:rsid w:val="001205BD"/>
    <w:rsid w:val="00120702"/>
    <w:rsid w:val="0012090E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1A4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609D"/>
    <w:rsid w:val="0018695D"/>
    <w:rsid w:val="00186BFD"/>
    <w:rsid w:val="001870D8"/>
    <w:rsid w:val="0018746C"/>
    <w:rsid w:val="0018785A"/>
    <w:rsid w:val="0019033B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422"/>
    <w:rsid w:val="001F47C2"/>
    <w:rsid w:val="001F490B"/>
    <w:rsid w:val="001F593C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15B5"/>
    <w:rsid w:val="00221D0A"/>
    <w:rsid w:val="0022313C"/>
    <w:rsid w:val="002238A7"/>
    <w:rsid w:val="00224A75"/>
    <w:rsid w:val="002254CC"/>
    <w:rsid w:val="00225A2C"/>
    <w:rsid w:val="00226C0A"/>
    <w:rsid w:val="00227B50"/>
    <w:rsid w:val="00227FC5"/>
    <w:rsid w:val="002302C9"/>
    <w:rsid w:val="00231435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582"/>
    <w:rsid w:val="002420F5"/>
    <w:rsid w:val="002422FB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7F1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549D"/>
    <w:rsid w:val="002B5842"/>
    <w:rsid w:val="002B5B97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2C2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41A4"/>
    <w:rsid w:val="0032444F"/>
    <w:rsid w:val="003244B6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7F5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F50"/>
    <w:rsid w:val="003E61BA"/>
    <w:rsid w:val="003E6574"/>
    <w:rsid w:val="003E70AD"/>
    <w:rsid w:val="003E7427"/>
    <w:rsid w:val="003E7470"/>
    <w:rsid w:val="003E7EA8"/>
    <w:rsid w:val="003F0031"/>
    <w:rsid w:val="003F0201"/>
    <w:rsid w:val="003F1710"/>
    <w:rsid w:val="003F17C8"/>
    <w:rsid w:val="003F19C5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6E2C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5EBA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4F4E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60"/>
    <w:rsid w:val="00542887"/>
    <w:rsid w:val="005428C0"/>
    <w:rsid w:val="0054293D"/>
    <w:rsid w:val="00542A09"/>
    <w:rsid w:val="00542B59"/>
    <w:rsid w:val="005431C9"/>
    <w:rsid w:val="0054460B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398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398"/>
    <w:rsid w:val="00596AD4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26F"/>
    <w:rsid w:val="005B27CD"/>
    <w:rsid w:val="005B2DB1"/>
    <w:rsid w:val="005B3B73"/>
    <w:rsid w:val="005B40B2"/>
    <w:rsid w:val="005B41D1"/>
    <w:rsid w:val="005B45C5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4A1"/>
    <w:rsid w:val="00703BF3"/>
    <w:rsid w:val="0070418A"/>
    <w:rsid w:val="007062D7"/>
    <w:rsid w:val="0070695E"/>
    <w:rsid w:val="00706ABB"/>
    <w:rsid w:val="00707085"/>
    <w:rsid w:val="007100B6"/>
    <w:rsid w:val="00710555"/>
    <w:rsid w:val="00710E05"/>
    <w:rsid w:val="00710E12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EFC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4D"/>
    <w:rsid w:val="007519DF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C77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78C5"/>
    <w:rsid w:val="007E0402"/>
    <w:rsid w:val="007E04BB"/>
    <w:rsid w:val="007E07EB"/>
    <w:rsid w:val="007E088E"/>
    <w:rsid w:val="007E0A58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5B6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3813"/>
    <w:rsid w:val="00823DA0"/>
    <w:rsid w:val="0082476E"/>
    <w:rsid w:val="00825CC7"/>
    <w:rsid w:val="00825F8F"/>
    <w:rsid w:val="008267A8"/>
    <w:rsid w:val="008273E8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2462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B63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1ACB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381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1BD3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59C2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63BB"/>
    <w:rsid w:val="009B790E"/>
    <w:rsid w:val="009B7A86"/>
    <w:rsid w:val="009C0464"/>
    <w:rsid w:val="009C066D"/>
    <w:rsid w:val="009C3430"/>
    <w:rsid w:val="009C3EF4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47B"/>
    <w:rsid w:val="00AB26D7"/>
    <w:rsid w:val="00AB2A99"/>
    <w:rsid w:val="00AB3BFC"/>
    <w:rsid w:val="00AB3D93"/>
    <w:rsid w:val="00AB4273"/>
    <w:rsid w:val="00AB5257"/>
    <w:rsid w:val="00AB5E15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DDB"/>
    <w:rsid w:val="00AD0E50"/>
    <w:rsid w:val="00AD13C8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746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755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AE4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770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11B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70D6"/>
    <w:rsid w:val="00C70301"/>
    <w:rsid w:val="00C70A37"/>
    <w:rsid w:val="00C70B1E"/>
    <w:rsid w:val="00C70EB4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1611"/>
    <w:rsid w:val="00CF1D06"/>
    <w:rsid w:val="00CF2557"/>
    <w:rsid w:val="00CF27B9"/>
    <w:rsid w:val="00CF3DD5"/>
    <w:rsid w:val="00CF594E"/>
    <w:rsid w:val="00CF5E7A"/>
    <w:rsid w:val="00CF6D5D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0BC2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024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961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048"/>
    <w:rsid w:val="00D564B7"/>
    <w:rsid w:val="00D566E5"/>
    <w:rsid w:val="00D56769"/>
    <w:rsid w:val="00D573A0"/>
    <w:rsid w:val="00D600C2"/>
    <w:rsid w:val="00D6014A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77CD9"/>
    <w:rsid w:val="00D80D84"/>
    <w:rsid w:val="00D8167D"/>
    <w:rsid w:val="00D81C01"/>
    <w:rsid w:val="00D82AA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1B6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B743F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819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09A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D04"/>
    <w:rsid w:val="00E11A5F"/>
    <w:rsid w:val="00E12880"/>
    <w:rsid w:val="00E13B30"/>
    <w:rsid w:val="00E14282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60E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0AB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5B8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81A"/>
    <w:rsid w:val="00EC4BD3"/>
    <w:rsid w:val="00EC5025"/>
    <w:rsid w:val="00EC5A15"/>
    <w:rsid w:val="00EC5E82"/>
    <w:rsid w:val="00EC5FDE"/>
    <w:rsid w:val="00EC6367"/>
    <w:rsid w:val="00EC687F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2FA5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30E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47F4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8f8f8"/>
    </o:shapedefaults>
    <o:shapelayout v:ext="edit">
      <o:idmap v:ext="edit" data="1"/>
    </o:shapelayout>
  </w:shapeDefaults>
  <w:decimalSymbol w:val=","/>
  <w:listSeparator w:val=";"/>
  <w14:docId w14:val="34EAA475"/>
  <w15:docId w15:val="{6347D28A-E493-4FA4-81EA-0EB771124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7DD65-C2D4-4C49-A5B4-22066136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5</cp:revision>
  <cp:lastPrinted>2015-10-05T06:00:00Z</cp:lastPrinted>
  <dcterms:created xsi:type="dcterms:W3CDTF">2015-10-05T07:21:00Z</dcterms:created>
  <dcterms:modified xsi:type="dcterms:W3CDTF">2018-01-09T06:56:00Z</dcterms:modified>
</cp:coreProperties>
</file>